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740"/>
        <w:gridCol w:w="3332"/>
      </w:tblGrid>
      <w:tr w:rsidR="00D40650" w:rsidTr="0084514F">
        <w:trPr>
          <w:trHeight w:val="1987"/>
        </w:trPr>
        <w:tc>
          <w:tcPr>
            <w:tcW w:w="5740" w:type="dxa"/>
          </w:tcPr>
          <w:p w:rsidR="00D40650" w:rsidRPr="00A10E66" w:rsidRDefault="00EB0641" w:rsidP="00DF44DF">
            <w:pPr>
              <w:pStyle w:val="TableContents"/>
              <w:rPr>
                <w:b/>
              </w:rPr>
            </w:pPr>
            <w:r>
              <w:rPr>
                <w:noProof/>
                <w:lang w:eastAsia="et-EE" w:bidi="ar-SA"/>
              </w:rPr>
              <w:drawing>
                <wp:anchor distT="0" distB="0" distL="114300" distR="114300" simplePos="0" relativeHeight="251658752" behindDoc="0" locked="0" layoutInCell="1" allowOverlap="1">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32" w:type="dxa"/>
          </w:tcPr>
          <w:p w:rsidR="00BC1A62" w:rsidRPr="00BC1A62" w:rsidRDefault="00BC1A62" w:rsidP="0084514F">
            <w:pPr>
              <w:pStyle w:val="AK"/>
              <w:jc w:val="left"/>
            </w:pPr>
          </w:p>
        </w:tc>
      </w:tr>
      <w:tr w:rsidR="00D40650" w:rsidRPr="001D4CFB" w:rsidTr="0084514F">
        <w:trPr>
          <w:trHeight w:val="1985"/>
        </w:trPr>
        <w:tc>
          <w:tcPr>
            <w:tcW w:w="5740" w:type="dxa"/>
          </w:tcPr>
          <w:p w:rsidR="002D703C" w:rsidRDefault="002D703C" w:rsidP="00DE4DFA">
            <w:pPr>
              <w:pStyle w:val="Adressaat"/>
              <w:rPr>
                <w:rFonts w:ascii="Nimbus Roman No9 L" w:hAnsi="Nimbus Roman No9 L"/>
              </w:rPr>
            </w:pPr>
          </w:p>
          <w:p w:rsidR="003B2A9C" w:rsidRPr="00AA47D4" w:rsidRDefault="0084514F" w:rsidP="002D703C">
            <w:pPr>
              <w:pStyle w:val="Adressaat"/>
            </w:pPr>
            <w:r>
              <w:rPr>
                <w:rFonts w:ascii="Nimbus Roman No9 L" w:hAnsi="Nimbus Roman No9 L"/>
              </w:rPr>
              <w:t>Ettekirjutuse täitmise tähtaja määramine</w:t>
            </w:r>
          </w:p>
        </w:tc>
        <w:tc>
          <w:tcPr>
            <w:tcW w:w="3332" w:type="dxa"/>
          </w:tcPr>
          <w:p w:rsidR="00AC1630" w:rsidRDefault="00AC1630" w:rsidP="00087649">
            <w:pPr>
              <w:jc w:val="left"/>
            </w:pPr>
          </w:p>
          <w:p w:rsidR="007E1506" w:rsidRPr="001D4CFB" w:rsidRDefault="00AE1562" w:rsidP="00C9745F">
            <w:pPr>
              <w:jc w:val="left"/>
            </w:pPr>
            <w:r>
              <w:t xml:space="preserve">   </w:t>
            </w:r>
            <w:r w:rsidR="004B1BDC">
              <w:t>27</w:t>
            </w:r>
            <w:r w:rsidR="00C9745F">
              <w:t>.04.2020</w:t>
            </w:r>
            <w:r w:rsidR="00194B13">
              <w:t xml:space="preserve"> nr</w:t>
            </w:r>
            <w:r w:rsidR="00194B13">
              <w:rPr>
                <w:color w:val="2D2C2D"/>
              </w:rPr>
              <w:t xml:space="preserve"> </w:t>
            </w:r>
            <w:bookmarkStart w:id="0" w:name="_GoBack"/>
            <w:r w:rsidR="00194B13">
              <w:rPr>
                <w:color w:val="2D2C2D"/>
              </w:rPr>
              <w:t>7.2-6.3/</w:t>
            </w:r>
            <w:r w:rsidR="004B1BDC">
              <w:rPr>
                <w:color w:val="2D2C2D"/>
              </w:rPr>
              <w:t>663</w:t>
            </w:r>
            <w:bookmarkEnd w:id="0"/>
          </w:p>
        </w:tc>
      </w:tr>
    </w:tbl>
    <w:p w:rsidR="00E2694C" w:rsidRPr="00E2694C" w:rsidRDefault="00E2694C" w:rsidP="00E2694C">
      <w:pPr>
        <w:spacing w:after="120" w:line="240" w:lineRule="auto"/>
        <w:ind w:right="15"/>
      </w:pPr>
      <w:r w:rsidRPr="00E2694C">
        <w:t xml:space="preserve">Päästeameti Lõuna päästekeskus on läbi vaadanud </w:t>
      </w:r>
      <w:r w:rsidR="00D44663">
        <w:t>Võru Linnavalitsuse hoone</w:t>
      </w:r>
      <w:r w:rsidRPr="00E2694C">
        <w:t xml:space="preserve"> (Võru Linnale kuuluv hoone) aadressiga </w:t>
      </w:r>
      <w:r w:rsidR="00D44663">
        <w:t>Jüri</w:t>
      </w:r>
      <w:r w:rsidRPr="00E2694C">
        <w:t xml:space="preserve"> 1</w:t>
      </w:r>
      <w:r w:rsidR="00D44663">
        <w:t>1</w:t>
      </w:r>
      <w:r w:rsidR="006617A2">
        <w:t>, Võru linn</w:t>
      </w:r>
      <w:r w:rsidRPr="00E2694C">
        <w:t xml:space="preserve"> seotud haldusmenetluse materjalid, arvestab Päästeame</w:t>
      </w:r>
      <w:r w:rsidR="00D44663">
        <w:t>ti Lõuna päästekeskus Teie 01.04.2020</w:t>
      </w:r>
      <w:r w:rsidRPr="00E2694C">
        <w:t xml:space="preserve"> kirja,  määrab </w:t>
      </w:r>
      <w:r w:rsidR="00D44663">
        <w:t xml:space="preserve"> 31</w:t>
      </w:r>
      <w:r w:rsidR="00770421">
        <w:t>.</w:t>
      </w:r>
      <w:r w:rsidRPr="00E2694C">
        <w:t>0</w:t>
      </w:r>
      <w:r w:rsidR="00AF774F">
        <w:t>3.2017 ettekirjutus</w:t>
      </w:r>
      <w:r w:rsidR="00D44663">
        <w:t>e nr 7.2- 6.3/608</w:t>
      </w:r>
      <w:r w:rsidR="00050D7F">
        <w:t xml:space="preserve"> nõude</w:t>
      </w:r>
      <w:r w:rsidRPr="00E2694C">
        <w:t xml:space="preserve"> 1</w:t>
      </w:r>
      <w:r w:rsidR="00D44663">
        <w:t xml:space="preserve"> ja </w:t>
      </w:r>
      <w:r w:rsidR="00050D7F">
        <w:t>14.08.2018 ettekirjutuse nr 7.2-6.3/1580 nõude 2</w:t>
      </w:r>
      <w:r w:rsidRPr="00E2694C">
        <w:t xml:space="preserve"> täitmise uue</w:t>
      </w:r>
      <w:r w:rsidR="00D44663">
        <w:t>d</w:t>
      </w:r>
      <w:r w:rsidRPr="00E2694C">
        <w:t xml:space="preserve"> tähtaja</w:t>
      </w:r>
      <w:r w:rsidR="00AF774F">
        <w:t>d</w:t>
      </w:r>
      <w:r w:rsidRPr="00E2694C">
        <w:t xml:space="preserve"> adressaadile Võru Linnavalitsus, Jüri 11, Võru linn, Võru maakond alljärgnevalt: </w:t>
      </w:r>
    </w:p>
    <w:p w:rsidR="00937851" w:rsidRPr="00AA47D4" w:rsidRDefault="00937851" w:rsidP="00E2694C">
      <w:pPr>
        <w:pStyle w:val="Default"/>
        <w:jc w:val="both"/>
      </w:pPr>
    </w:p>
    <w:p w:rsidR="00C9745F" w:rsidRPr="00D62FF7" w:rsidRDefault="00C9745F" w:rsidP="00E2694C">
      <w:pPr>
        <w:spacing w:after="106" w:line="240" w:lineRule="auto"/>
        <w:ind w:right="15"/>
        <w:rPr>
          <w:b/>
        </w:rPr>
      </w:pPr>
      <w:r w:rsidRPr="00D62FF7">
        <w:rPr>
          <w:b/>
        </w:rPr>
        <w:t xml:space="preserve">1. Moodustada evakuatsioonitrepikodadest omaette tuletõkkesektsioonid, et võimaliku tulekahju puhkemise korral oleks inimestel võimalik ehitisest ohutult evakueeruda või neid evakueerida. </w:t>
      </w:r>
    </w:p>
    <w:p w:rsidR="00C9745F" w:rsidRDefault="00C9745F" w:rsidP="00C9745F">
      <w:pPr>
        <w:autoSpaceDE w:val="0"/>
        <w:autoSpaceDN w:val="0"/>
        <w:adjustRightInd w:val="0"/>
        <w:spacing w:line="240" w:lineRule="auto"/>
      </w:pPr>
      <w:r w:rsidRPr="00847481">
        <w:rPr>
          <w:rFonts w:ascii="Times-Bold" w:hAnsi="Times-Bold" w:cs="Times-Bold"/>
          <w:bCs/>
        </w:rPr>
        <w:t>Alus:</w:t>
      </w:r>
      <w:r>
        <w:rPr>
          <w:rFonts w:ascii="Times-Bold" w:hAnsi="Times-Bold" w:cs="Times-Bold"/>
          <w:b/>
          <w:bCs/>
        </w:rPr>
        <w:t xml:space="preserve"> </w:t>
      </w:r>
      <w:r>
        <w:rPr>
          <w:rFonts w:ascii="Times-Roman" w:hAnsi="Times-Roman" w:cs="Times-Roman"/>
        </w:rPr>
        <w:t xml:space="preserve">Tuleohutuse seadus § 3 lg 1 p 6; </w:t>
      </w:r>
      <w:r>
        <w:t>Siseministri 30.03.2017 määrus nr 17 „Ehitisele esitatavad tuleohutusnõuded ja nõuded tuletõrje veevarustusele“ § 55</w:t>
      </w:r>
      <w:r w:rsidRPr="00C01857">
        <w:t xml:space="preserve"> lg </w:t>
      </w:r>
      <w:r>
        <w:t>2 alusel</w:t>
      </w:r>
      <w:r>
        <w:rPr>
          <w:rFonts w:ascii="Times-Roman" w:hAnsi="Times-Roman" w:cs="Times-Roman"/>
        </w:rPr>
        <w:t xml:space="preserve"> § 12 lg 6 p 2</w:t>
      </w:r>
      <w:r w:rsidRPr="00EC33FA">
        <w:t>.</w:t>
      </w:r>
    </w:p>
    <w:p w:rsidR="00C9745F" w:rsidRDefault="00C9745F" w:rsidP="00C9745F">
      <w:pPr>
        <w:autoSpaceDE w:val="0"/>
        <w:autoSpaceDN w:val="0"/>
        <w:adjustRightInd w:val="0"/>
        <w:spacing w:line="240" w:lineRule="auto"/>
        <w:rPr>
          <w:rFonts w:ascii="Times-Roman" w:hAnsi="Times-Roman" w:cs="Times-Roman"/>
        </w:rPr>
      </w:pPr>
    </w:p>
    <w:p w:rsidR="00C9745F" w:rsidRDefault="00C9745F" w:rsidP="00C9745F">
      <w:pPr>
        <w:autoSpaceDE w:val="0"/>
        <w:autoSpaceDN w:val="0"/>
        <w:adjustRightInd w:val="0"/>
        <w:spacing w:line="240" w:lineRule="auto"/>
        <w:rPr>
          <w:rFonts w:ascii="Times-Roman" w:hAnsi="Times-Roman" w:cs="Times-Roman"/>
        </w:rPr>
      </w:pPr>
      <w:r>
        <w:rPr>
          <w:rFonts w:ascii="Times-Italic" w:hAnsi="Times-Italic" w:cs="Times-Italic"/>
          <w:i/>
          <w:iCs/>
        </w:rPr>
        <w:t xml:space="preserve">Tuleohutuse seadus § 3 lg 1 p 6 </w:t>
      </w:r>
      <w:r>
        <w:rPr>
          <w:rFonts w:ascii="Times-Roman" w:hAnsi="Times-Roman" w:cs="Times-Roman"/>
        </w:rPr>
        <w:t>– isik on kohustatud tagama ohutu evakuatsiooni.</w:t>
      </w:r>
    </w:p>
    <w:p w:rsidR="00C9745F" w:rsidRPr="00D76384" w:rsidRDefault="00C9745F" w:rsidP="00C9745F">
      <w:pPr>
        <w:pStyle w:val="Default"/>
        <w:jc w:val="both"/>
        <w:rPr>
          <w:rFonts w:eastAsiaTheme="minorHAnsi"/>
          <w:lang w:eastAsia="en-US"/>
        </w:rPr>
      </w:pPr>
      <w:r w:rsidRPr="00947C08">
        <w:rPr>
          <w:rFonts w:eastAsiaTheme="minorHAnsi"/>
          <w:i/>
          <w:iCs/>
          <w:lang w:eastAsia="en-US"/>
        </w:rPr>
        <w:t xml:space="preserve">Siseministri 30.03.2017 määrus nr 17 „Ehitisele esitatavad tuleohutusnõuded ja nõuded tuletõrje veevarustusele“ § 55 lg 2 - </w:t>
      </w:r>
      <w:r w:rsidRPr="00947C08">
        <w:rPr>
          <w:rFonts w:eastAsiaTheme="minorHAnsi"/>
          <w:lang w:eastAsia="en-US"/>
        </w:rPr>
        <w:t>enne käesoleva määruse jõustumist õiguslikul alusel ehitatud ehitis, mida kasutatakse ehitisele ettenähtud kasutamisotstarbe kohaselt, peab evakuatsioonile kehtestatud nõuete poolest vastama käesoleva määruse §-des 5, 12–14, 29, 30, 32–34, 34</w:t>
      </w:r>
      <w:r>
        <w:rPr>
          <w:rFonts w:eastAsiaTheme="minorHAnsi"/>
          <w:lang w:eastAsia="en-US"/>
        </w:rPr>
        <w:t xml:space="preserve"> </w:t>
      </w:r>
      <w:r w:rsidRPr="00094438">
        <w:rPr>
          <w:rFonts w:eastAsiaTheme="minorHAnsi"/>
          <w:vertAlign w:val="superscript"/>
          <w:lang w:eastAsia="en-US"/>
        </w:rPr>
        <w:t>1</w:t>
      </w:r>
      <w:r w:rsidRPr="00947C08">
        <w:rPr>
          <w:rFonts w:eastAsiaTheme="minorHAnsi"/>
          <w:lang w:eastAsia="en-US"/>
        </w:rPr>
        <w:t xml:space="preserve"> ning 6. peatükis sätestatud nõuetele, arvestades § 3 lõikes 4 sätestatut. Eelmises lauses nimetatud nõuet ei kohaldata § 12 lõike 6 punkti 3 kohta. Olemasolevasse ehitisse enne käesoleva määruse jõustumist paigaldatud ja käesolevas lõikes nimetamata tuleohutuspaigaldis peab vastama selle paigaldamise ajal kehtinud tuleohutusnõuetele ja olema nõuetekohaselt hooldatud. </w:t>
      </w:r>
    </w:p>
    <w:p w:rsidR="00C9745F" w:rsidRPr="00D76384" w:rsidRDefault="00C9745F" w:rsidP="00C9745F">
      <w:pPr>
        <w:widowControl/>
        <w:suppressAutoHyphens w:val="0"/>
        <w:autoSpaceDE w:val="0"/>
        <w:autoSpaceDN w:val="0"/>
        <w:adjustRightInd w:val="0"/>
        <w:spacing w:line="240" w:lineRule="auto"/>
      </w:pPr>
      <w:r w:rsidRPr="004A44D3">
        <w:rPr>
          <w:bCs/>
          <w:i/>
          <w:kern w:val="0"/>
          <w:lang w:eastAsia="et-EE" w:bidi="ar-SA"/>
        </w:rPr>
        <w:t xml:space="preserve">Siseministri 30.03.2017 määrus nr 17 „Ehitisele esitatavad tuleohutusnõuded ja nõuded tuletõrje veevarustusele“  § </w:t>
      </w:r>
      <w:r>
        <w:rPr>
          <w:bCs/>
          <w:i/>
          <w:kern w:val="0"/>
          <w:lang w:eastAsia="et-EE" w:bidi="ar-SA"/>
        </w:rPr>
        <w:t>12 lg 6 p 2</w:t>
      </w:r>
      <w:r w:rsidRPr="004A44D3">
        <w:rPr>
          <w:bCs/>
          <w:i/>
          <w:kern w:val="0"/>
          <w:lang w:eastAsia="et-EE" w:bidi="ar-SA"/>
        </w:rPr>
        <w:t xml:space="preserve"> </w:t>
      </w:r>
      <w:r w:rsidRPr="004A44D3">
        <w:rPr>
          <w:i/>
        </w:rPr>
        <w:t>-</w:t>
      </w:r>
      <w:r>
        <w:t xml:space="preserve"> h</w:t>
      </w:r>
      <w:r w:rsidRPr="00C2710A">
        <w:t>oone või selle osa kasutamisotstarbest lähtuvalt eraldatakse omaette tuletõkkesektsiooniks</w:t>
      </w:r>
      <w:r>
        <w:t xml:space="preserve"> evakuatsioonitrepikojad.</w:t>
      </w:r>
    </w:p>
    <w:p w:rsidR="00C9745F" w:rsidRDefault="00D44663" w:rsidP="00C9745F">
      <w:pPr>
        <w:pStyle w:val="Default"/>
        <w:jc w:val="both"/>
      </w:pPr>
      <w:r>
        <w:t>E</w:t>
      </w:r>
      <w:r w:rsidR="00C9745F">
        <w:t xml:space="preserve">vakuatsiooniteeks on trepikojast moodustatud tuletõkkesektsioon, mis on tule eest kaitstud. Tuletõkkekonstruktsioonide (evakuatsioonitrepikoja) tulepüsivus peab olema EI- 60 ning tuletõkkeuste tulepüsivus EI- 30. Tuletõkkeuks evakuatsiooniteel peab olema isesulguv, et takistada tule, suitsu ja kuumuse levikut. Tavakasutuses lahtiolev tuletõkkeuks peab olema varustatud seadmega, mis sulgeb sellise ukse tulekahju korral. </w:t>
      </w:r>
    </w:p>
    <w:p w:rsidR="00C9745F" w:rsidRDefault="00C9745F" w:rsidP="00E2694C">
      <w:pPr>
        <w:spacing w:after="106" w:line="240" w:lineRule="auto"/>
        <w:ind w:right="15"/>
      </w:pPr>
      <w:r>
        <w:t xml:space="preserve">Paikvaatlusprotokollis fikseeriti, et evakuatsioonitrepikodadest ei moodustu eraldi tuletõkkesektsiooni. Puuduvad nõuetekohased tuletõkkeuksed. Hoones on hoone keskel üks trepikoda ja hoone ühes otsas teine trepikoda. Hoone on kolme korruseline ja kelder. </w:t>
      </w:r>
    </w:p>
    <w:p w:rsidR="00C9745F" w:rsidRPr="00D62FF7" w:rsidRDefault="00C9745F" w:rsidP="00E2694C">
      <w:pPr>
        <w:spacing w:after="106" w:line="240" w:lineRule="auto"/>
        <w:ind w:right="15"/>
        <w:rPr>
          <w:b/>
        </w:rPr>
      </w:pPr>
      <w:r w:rsidRPr="00D62FF7">
        <w:rPr>
          <w:b/>
        </w:rPr>
        <w:t xml:space="preserve">Täitmise tähtaeg: 31.03.2023. a. </w:t>
      </w:r>
    </w:p>
    <w:p w:rsidR="00C9745F" w:rsidRPr="00D62FF7" w:rsidRDefault="00C9745F" w:rsidP="00E2694C">
      <w:pPr>
        <w:spacing w:after="106" w:line="240" w:lineRule="auto"/>
        <w:ind w:right="15"/>
        <w:rPr>
          <w:b/>
        </w:rPr>
      </w:pPr>
      <w:r>
        <w:t xml:space="preserve">Sunniraha hoiatus: juhul, kui käesolevat ettekirjutust ei täideta tähtajaks, rakendab haldusorgan tuleohutuse seaduse § 40 alusel adressaadi suhtes sunnivahendit – </w:t>
      </w:r>
      <w:r w:rsidRPr="00D62FF7">
        <w:rPr>
          <w:b/>
        </w:rPr>
        <w:t xml:space="preserve">sunniraha 700 (seitsesada) eurot. </w:t>
      </w:r>
    </w:p>
    <w:p w:rsidR="00D62FF7" w:rsidRDefault="00D62FF7" w:rsidP="00E2694C">
      <w:pPr>
        <w:spacing w:after="106" w:line="240" w:lineRule="auto"/>
        <w:ind w:right="15"/>
      </w:pPr>
    </w:p>
    <w:p w:rsidR="00D62FF7" w:rsidRPr="00D62FF7" w:rsidRDefault="00C9745F" w:rsidP="00D62FF7">
      <w:pPr>
        <w:spacing w:line="240" w:lineRule="auto"/>
        <w:ind w:right="17"/>
        <w:rPr>
          <w:b/>
        </w:rPr>
      </w:pPr>
      <w:r w:rsidRPr="00D62FF7">
        <w:rPr>
          <w:b/>
        </w:rPr>
        <w:t xml:space="preserve">2. Varustada hoone automaatse tulekahjusignalisatsioonisüsteemiga, et oleks tagatud tulekahju varajane avastamine ja võimaliku tulekahju puhkemise korral oleks inimestel võimalik ehitisest õigeaegselt evakueeruda. </w:t>
      </w:r>
    </w:p>
    <w:p w:rsidR="00D62FF7" w:rsidRDefault="00D62FF7" w:rsidP="00D62FF7">
      <w:pPr>
        <w:pStyle w:val="Default"/>
        <w:jc w:val="both"/>
      </w:pPr>
      <w:r>
        <w:t xml:space="preserve">Alus: Tuleohutuse seadus § 3 lg 1 p 4; Siseministri 30.03.2017 määrus nr 17 “Ehitisele esitatavad tuleohutusnõuded ja nõuded tuletõrje veevarustusele” § 55 lg 2 alusel § 30 lg 1 p 1. </w:t>
      </w:r>
    </w:p>
    <w:p w:rsidR="00D62FF7" w:rsidRDefault="00D62FF7" w:rsidP="00D62FF7">
      <w:pPr>
        <w:pStyle w:val="Default"/>
        <w:jc w:val="both"/>
      </w:pPr>
    </w:p>
    <w:p w:rsidR="00D62FF7" w:rsidRDefault="00D62FF7" w:rsidP="00D62FF7">
      <w:pPr>
        <w:pStyle w:val="Default"/>
        <w:jc w:val="both"/>
      </w:pPr>
      <w:r>
        <w:t xml:space="preserve">Tuleohutuse seadus § 3 lg 1 p 4 – Isik on kohustatud tagama ehitises nõutavate päästevahendite ja ehitises nõutavate käesoleva seaduse §-s 30 nimetatud tuleohutuspaigaldiste olemasolu ja korrashoiu. </w:t>
      </w:r>
    </w:p>
    <w:p w:rsidR="00D62FF7" w:rsidRDefault="00D62FF7" w:rsidP="00D62FF7">
      <w:pPr>
        <w:pStyle w:val="Default"/>
        <w:jc w:val="both"/>
      </w:pPr>
      <w:r w:rsidRPr="007D3D49">
        <w:t xml:space="preserve">Siseministri 30.03.2017 määrus nr 17 „Ehitisele esitatavad tuleohutusnõuded ja nõuded tuletõrje veevarustusele“ § 55 lg 2 - enne käesoleva määruse jõustumist õiguslikul alusel ehitatud ehitis, mida kasutatakse ehitisele ettenähtud kasutamisotstarbe kohaselt, peab evakuatsioonile kehtestatud nõuete poolest vastama käesoleva määruse §-des 5, 12–14, 29, 30, 32–34, 34 </w:t>
      </w:r>
      <w:r w:rsidRPr="007D3D49">
        <w:rPr>
          <w:vertAlign w:val="superscript"/>
        </w:rPr>
        <w:t>1</w:t>
      </w:r>
      <w:r w:rsidRPr="007D3D49">
        <w:t xml:space="preserve"> ning 6. peatükis sätestatud nõuetele, arvestades § 3 lõikes 4 sätestatut. Eelmises lauses nimetatud nõuet ei kohaldata § 12 lõike 6 punkti 3 kohta. Olemasolevasse ehitisse enne käesoleva määruse jõustumist paigaldatud ja käesolevas lõikes nimetamata tuleohutuspaigaldis peab vastama selle paigaldamise ajal kehtinud tuleohutusnõuetele ja olema nõuetekohaselt hooldatud. </w:t>
      </w:r>
    </w:p>
    <w:p w:rsidR="00D62FF7" w:rsidRDefault="00D62FF7" w:rsidP="00D62FF7">
      <w:pPr>
        <w:pStyle w:val="Default"/>
        <w:jc w:val="both"/>
      </w:pPr>
      <w:r>
        <w:t xml:space="preserve">Siseministri 30.03.2017 määrus nr 17 § 30 lg 1 p 1 – Automaatne tulekahjusignalisatsioonisüsteem peab olema käesoleva määruse § 29 lõike 1 punktides 2–5 nimetatud hoones, mis ületab seal nimetatud arvulisi näitajaid. </w:t>
      </w:r>
    </w:p>
    <w:p w:rsidR="00D62FF7" w:rsidRDefault="00C9745F" w:rsidP="00E2694C">
      <w:pPr>
        <w:spacing w:after="106" w:line="240" w:lineRule="auto"/>
        <w:ind w:right="15"/>
      </w:pPr>
      <w:r>
        <w:t xml:space="preserve">Paikvaatlusprotokollis fikseeriti, et hoones puudub automaatne tulekahjusignalisatsioonisüsteem. </w:t>
      </w:r>
    </w:p>
    <w:p w:rsidR="00D62FF7" w:rsidRPr="00D62FF7" w:rsidRDefault="00D62FF7" w:rsidP="00E2694C">
      <w:pPr>
        <w:spacing w:after="106" w:line="240" w:lineRule="auto"/>
        <w:ind w:right="15"/>
        <w:rPr>
          <w:b/>
        </w:rPr>
      </w:pPr>
      <w:r w:rsidRPr="00D62FF7">
        <w:rPr>
          <w:b/>
        </w:rPr>
        <w:t>Täitmise tähtaeg: 31.03.2023</w:t>
      </w:r>
      <w:r w:rsidR="00C9745F" w:rsidRPr="00D62FF7">
        <w:rPr>
          <w:b/>
        </w:rPr>
        <w:t xml:space="preserve">. a. </w:t>
      </w:r>
    </w:p>
    <w:p w:rsidR="00D62FF7" w:rsidRPr="00D81857" w:rsidRDefault="00C9745F" w:rsidP="00E2694C">
      <w:pPr>
        <w:spacing w:after="106" w:line="240" w:lineRule="auto"/>
        <w:ind w:right="15"/>
        <w:rPr>
          <w:b/>
        </w:rPr>
      </w:pPr>
      <w:r>
        <w:t>Sunniraha hoiatus: juhul, kui käesolevat ettekirjutust ei täideta tähtajaks, rakendab haldusorgan tuleohutuse seaduse § 40 alusel adressaadi su</w:t>
      </w:r>
      <w:r w:rsidR="00D62FF7">
        <w:t xml:space="preserve">htes sunnivahendit – </w:t>
      </w:r>
      <w:r w:rsidR="00D62FF7" w:rsidRPr="00D81857">
        <w:rPr>
          <w:b/>
        </w:rPr>
        <w:t>sunniraha 7</w:t>
      </w:r>
      <w:r w:rsidR="005E7AF8">
        <w:rPr>
          <w:b/>
        </w:rPr>
        <w:t>00 (seitse</w:t>
      </w:r>
      <w:r w:rsidRPr="00D81857">
        <w:rPr>
          <w:b/>
        </w:rPr>
        <w:t xml:space="preserve">sada) eurot. </w:t>
      </w:r>
    </w:p>
    <w:p w:rsidR="00E2694C" w:rsidRDefault="00E2694C" w:rsidP="00E2694C">
      <w:pPr>
        <w:spacing w:after="106" w:line="240" w:lineRule="auto"/>
        <w:ind w:right="15"/>
      </w:pPr>
      <w:r>
        <w:t xml:space="preserve">Kui haldusakti adressaat jätab ettekirjutuse määratud tähtajaks täitmata, tuleb sunniraha tasuda ühele järgnevale Rahandusministeeriumi arvelduskontole: </w:t>
      </w:r>
    </w:p>
    <w:p w:rsidR="00E2694C" w:rsidRDefault="00E2694C" w:rsidP="00E2694C">
      <w:pPr>
        <w:spacing w:line="240" w:lineRule="auto"/>
        <w:ind w:right="15"/>
      </w:pPr>
      <w:r>
        <w:t xml:space="preserve">SEB panga arvelduskontole nr EE891010220034796011, Swedbank panga arvelduskontole nr EE932200221023778606,  </w:t>
      </w:r>
      <w:proofErr w:type="spellStart"/>
      <w:r>
        <w:t>Danske</w:t>
      </w:r>
      <w:proofErr w:type="spellEnd"/>
      <w:r>
        <w:t xml:space="preserve"> </w:t>
      </w:r>
      <w:proofErr w:type="spellStart"/>
      <w:r>
        <w:t>Bank</w:t>
      </w:r>
      <w:proofErr w:type="spellEnd"/>
      <w:r>
        <w:t xml:space="preserve"> panga arvelduskontole nr EE403300333416110002 või Nordea Pank panga arvelduskontole nr EE701700017001577198, maksekorraldusel on viitenumbriks </w:t>
      </w:r>
      <w:r>
        <w:rPr>
          <w:rFonts w:eastAsia="Times New Roman"/>
          <w:b/>
        </w:rPr>
        <w:t>10266700005621</w:t>
      </w:r>
      <w:r>
        <w:t xml:space="preserve"> ja selgituseks: “ Võru </w:t>
      </w:r>
      <w:r w:rsidR="005332BE">
        <w:t>Linnavalitsuse hoone</w:t>
      </w:r>
      <w:r w:rsidR="00B256B4">
        <w:t xml:space="preserve"> Jüri 11</w:t>
      </w:r>
      <w:r w:rsidR="005332BE">
        <w:t>, 27</w:t>
      </w:r>
      <w:r w:rsidR="00D62FF7">
        <w:t>.04.2020</w:t>
      </w:r>
      <w:r>
        <w:t xml:space="preserve"> ettekirjutus”. </w:t>
      </w:r>
    </w:p>
    <w:p w:rsidR="0025786E" w:rsidRDefault="0025786E" w:rsidP="00E2694C">
      <w:pPr>
        <w:spacing w:line="240" w:lineRule="auto"/>
        <w:ind w:right="15"/>
      </w:pPr>
    </w:p>
    <w:p w:rsidR="00E2694C" w:rsidRDefault="00E2694C" w:rsidP="00E2694C">
      <w:pPr>
        <w:spacing w:after="223" w:line="240" w:lineRule="auto"/>
        <w:ind w:right="15"/>
      </w:pPr>
      <w:r>
        <w:t xml:space="preserve">Riigikassasiseste maksete korral kasutada Siseministeeriumi e-riigikassa kontot </w:t>
      </w:r>
      <w:r>
        <w:rPr>
          <w:rFonts w:eastAsia="Times New Roman"/>
          <w:b/>
        </w:rPr>
        <w:t>2800082365</w:t>
      </w:r>
      <w:r>
        <w:t xml:space="preserve"> ja lühiviitenumbrit </w:t>
      </w:r>
      <w:r>
        <w:rPr>
          <w:rFonts w:eastAsia="Times New Roman"/>
          <w:b/>
        </w:rPr>
        <w:t xml:space="preserve">10266. </w:t>
      </w:r>
    </w:p>
    <w:p w:rsidR="00C8527F" w:rsidRPr="0036302F" w:rsidRDefault="00C8527F" w:rsidP="0036302F">
      <w:pPr>
        <w:widowControl/>
        <w:suppressAutoHyphens w:val="0"/>
        <w:spacing w:line="240" w:lineRule="auto"/>
        <w:rPr>
          <w:rFonts w:eastAsia="Times New Roman"/>
          <w:kern w:val="0"/>
          <w:lang w:eastAsia="en-US" w:bidi="ar-SA"/>
        </w:rPr>
      </w:pPr>
      <w:r w:rsidRPr="0036302F">
        <w:rPr>
          <w:rFonts w:eastAsia="Times New Roman"/>
          <w:kern w:val="0"/>
          <w:lang w:eastAsia="en-US" w:bidi="ar-SA"/>
        </w:rPr>
        <w:t>Vabatahtlikult tähtajaks sunniraha tasumata jätmise puhul nõutakse sunniraha sisse asendustäitmise ja sunniraha seaduse § 15 lg 1 kohaselt täitemenetluse seadustikus sätestatud korras nagu kohtuotsusest tulenev rahaline nõue. Seega lisandub sunnirahale selle vabatahtliku tähtaegse mittetasumise korral kohtutäituri tasu. Sunniraha tasumine ei võta adressaadilt kohustust ettekirjutus täita ning täitmata kohustuste eest võib sunniraha rakendada korduvalt.</w:t>
      </w:r>
    </w:p>
    <w:p w:rsidR="00C8527F" w:rsidRPr="0036302F" w:rsidRDefault="00C8527F" w:rsidP="0036302F">
      <w:pPr>
        <w:widowControl/>
        <w:suppressAutoHyphens w:val="0"/>
        <w:spacing w:line="240" w:lineRule="auto"/>
        <w:rPr>
          <w:rFonts w:eastAsia="Times New Roman"/>
          <w:kern w:val="0"/>
          <w:lang w:eastAsia="en-US" w:bidi="ar-SA"/>
        </w:rPr>
      </w:pPr>
    </w:p>
    <w:p w:rsidR="00C8527F" w:rsidRPr="0036302F" w:rsidRDefault="00C8527F" w:rsidP="003630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eastAsia="Times New Roman"/>
          <w:color w:val="000000"/>
          <w:kern w:val="0"/>
          <w:lang w:eastAsia="et-EE" w:bidi="ar-SA"/>
        </w:rPr>
      </w:pPr>
      <w:r w:rsidRPr="0036302F">
        <w:rPr>
          <w:rFonts w:eastAsia="Times New Roman"/>
          <w:color w:val="000000"/>
          <w:kern w:val="0"/>
          <w:lang w:eastAsia="et-EE" w:bidi="ar-SA"/>
        </w:rPr>
        <w:t>Juhul kui haldusakti adressaat leiab, et haldusaktiga või haldusmenetluse käigus on rikutud tema õigusi või piiratud tema vabadusi, on tal õigus esitada vaie Päästeametile (Raua 2, 10124 Tallinn,) või kaebus Tartu Halduskohtu Tartu kohtumajja (Kalevi 1, 51010 Tartu, tmktartu.menetlus@kohus.ee) 30 päeva jooksul arvates päevast, millal vaide või kaebuse esitaja vaidlustatavast haldusaktist teada sai või oleks pidanud teada saama.</w:t>
      </w:r>
    </w:p>
    <w:p w:rsidR="00040CF6" w:rsidRDefault="00040CF6" w:rsidP="008D2304">
      <w:pPr>
        <w:spacing w:line="240" w:lineRule="auto"/>
      </w:pPr>
    </w:p>
    <w:p w:rsidR="00D81857" w:rsidRDefault="00D81857" w:rsidP="008D2304">
      <w:pPr>
        <w:spacing w:line="240" w:lineRule="auto"/>
      </w:pPr>
    </w:p>
    <w:p w:rsidR="00C8527F" w:rsidRPr="009F6701" w:rsidRDefault="00C8527F" w:rsidP="008D2304">
      <w:pPr>
        <w:spacing w:line="240" w:lineRule="auto"/>
      </w:pPr>
      <w:r w:rsidRPr="009F6701">
        <w:lastRenderedPageBreak/>
        <w:t xml:space="preserve">Ettekirjutuse täitmisest palume informeerida meid kirjalikult </w:t>
      </w:r>
      <w:r w:rsidRPr="009F6701">
        <w:rPr>
          <w:iCs/>
        </w:rPr>
        <w:t xml:space="preserve">postiaadressil Päästeameti Lõuna päästekeskus, </w:t>
      </w:r>
      <w:r w:rsidRPr="009F6701">
        <w:t xml:space="preserve">Jaama 207, 50705 Tartu linn, Tartu maakond või digitaalselt allkirjastatud dokumendina e-posti aadressile </w:t>
      </w:r>
      <w:hyperlink r:id="rId9" w:history="1">
        <w:r w:rsidRPr="009F6701">
          <w:rPr>
            <w:color w:val="000080"/>
            <w:u w:val="single"/>
          </w:rPr>
          <w:t>louna@rescue.ee</w:t>
        </w:r>
      </w:hyperlink>
      <w:r w:rsidRPr="009F6701">
        <w:t xml:space="preserve"> 10 päeva jooksul arvates ettekirjutuses määratud täitmise tähtajast.</w:t>
      </w:r>
    </w:p>
    <w:p w:rsidR="00DC0E50" w:rsidRDefault="00DC0E50" w:rsidP="008D2304">
      <w:pPr>
        <w:widowControl/>
        <w:suppressAutoHyphens w:val="0"/>
        <w:spacing w:line="240" w:lineRule="auto"/>
        <w:rPr>
          <w:rFonts w:eastAsia="Times New Roman"/>
          <w:i/>
          <w:kern w:val="0"/>
          <w:lang w:eastAsia="en-US" w:bidi="ar-SA"/>
        </w:rPr>
      </w:pPr>
    </w:p>
    <w:p w:rsidR="00770421" w:rsidRPr="001C6687" w:rsidRDefault="00770421" w:rsidP="00770421">
      <w:pPr>
        <w:pStyle w:val="Default"/>
        <w:rPr>
          <w:rFonts w:ascii="Times-Roman" w:hAnsi="Times-Roman" w:cs="Times-Roman"/>
          <w:color w:val="FF0000"/>
          <w:u w:val="single"/>
        </w:rPr>
      </w:pPr>
      <w:r>
        <w:rPr>
          <w:lang w:eastAsia="en-US"/>
        </w:rPr>
        <w:t>Käesolev ettekirjutus on s</w:t>
      </w:r>
      <w:r w:rsidRPr="009F6701">
        <w:rPr>
          <w:lang w:eastAsia="en-US"/>
        </w:rPr>
        <w:t>aadetud digitaalselt allkirjastatun</w:t>
      </w:r>
      <w:r w:rsidRPr="00D62FF7">
        <w:rPr>
          <w:color w:val="auto"/>
          <w:lang w:eastAsia="en-US"/>
        </w:rPr>
        <w:t>a:</w:t>
      </w:r>
      <w:r w:rsidRPr="00D62FF7">
        <w:rPr>
          <w:rFonts w:ascii="Times-Roman" w:hAnsi="Times-Roman" w:cs="Times-Roman"/>
          <w:color w:val="auto"/>
        </w:rPr>
        <w:t xml:space="preserve"> </w:t>
      </w:r>
      <w:hyperlink r:id="rId10" w:history="1">
        <w:r w:rsidR="00D62FF7" w:rsidRPr="000D3D5D">
          <w:rPr>
            <w:rStyle w:val="Hperlink"/>
            <w:rFonts w:ascii="Times-Roman" w:hAnsi="Times-Roman" w:cs="Times-Roman"/>
          </w:rPr>
          <w:t>info@voru.ee</w:t>
        </w:r>
      </w:hyperlink>
      <w:r w:rsidRPr="00E2694C">
        <w:rPr>
          <w:rFonts w:ascii="Times-Roman" w:hAnsi="Times-Roman" w:cs="Times-Roman"/>
          <w:color w:val="auto"/>
        </w:rPr>
        <w:t xml:space="preserve">; </w:t>
      </w:r>
      <w:r w:rsidR="00D62FF7">
        <w:rPr>
          <w:rFonts w:ascii="Times-Roman" w:hAnsi="Times-Roman" w:cs="Times-Roman"/>
          <w:color w:val="auto"/>
        </w:rPr>
        <w:t>egon.taal@voru.ee</w:t>
      </w:r>
    </w:p>
    <w:p w:rsidR="000A2CFB" w:rsidRDefault="000A2CFB" w:rsidP="008D2304">
      <w:pPr>
        <w:widowControl/>
        <w:suppressAutoHyphens w:val="0"/>
        <w:spacing w:line="240" w:lineRule="auto"/>
        <w:rPr>
          <w:rFonts w:eastAsia="Times New Roman"/>
          <w:i/>
          <w:kern w:val="0"/>
          <w:lang w:eastAsia="en-US" w:bidi="ar-SA"/>
        </w:rPr>
      </w:pPr>
    </w:p>
    <w:p w:rsidR="00770421" w:rsidRPr="009F6701" w:rsidRDefault="00770421" w:rsidP="008D2304">
      <w:pPr>
        <w:widowControl/>
        <w:suppressAutoHyphens w:val="0"/>
        <w:spacing w:line="240" w:lineRule="auto"/>
        <w:rPr>
          <w:rFonts w:eastAsia="Times New Roman"/>
          <w:i/>
          <w:kern w:val="0"/>
          <w:lang w:eastAsia="en-US" w:bidi="ar-SA"/>
        </w:rPr>
      </w:pPr>
    </w:p>
    <w:p w:rsidR="0084514F" w:rsidRPr="009F6701" w:rsidRDefault="0084514F" w:rsidP="008D2304">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(allkirjastatud digitaalselt)</w:t>
      </w:r>
    </w:p>
    <w:p w:rsidR="000A2CFB" w:rsidRDefault="000A2CFB" w:rsidP="008D2304">
      <w:pPr>
        <w:widowControl/>
        <w:tabs>
          <w:tab w:val="left" w:pos="4095"/>
        </w:tabs>
        <w:suppressAutoHyphens w:val="0"/>
        <w:spacing w:line="240" w:lineRule="auto"/>
        <w:rPr>
          <w:rFonts w:eastAsia="Times New Roman"/>
          <w:kern w:val="0"/>
          <w:lang w:eastAsia="en-US" w:bidi="ar-SA"/>
        </w:rPr>
      </w:pPr>
    </w:p>
    <w:p w:rsidR="00770421" w:rsidRDefault="00770421" w:rsidP="008D2304">
      <w:pPr>
        <w:widowControl/>
        <w:tabs>
          <w:tab w:val="left" w:pos="4095"/>
        </w:tabs>
        <w:suppressAutoHyphens w:val="0"/>
        <w:spacing w:line="240" w:lineRule="auto"/>
        <w:rPr>
          <w:rFonts w:eastAsia="Times New Roman"/>
          <w:kern w:val="0"/>
          <w:lang w:eastAsia="en-US" w:bidi="ar-SA"/>
        </w:rPr>
      </w:pPr>
    </w:p>
    <w:p w:rsidR="0084514F" w:rsidRPr="009F6701" w:rsidRDefault="00F06A94" w:rsidP="008D2304">
      <w:pPr>
        <w:widowControl/>
        <w:tabs>
          <w:tab w:val="left" w:pos="4095"/>
        </w:tabs>
        <w:suppressAutoHyphens w:val="0"/>
        <w:spacing w:line="240" w:lineRule="auto"/>
        <w:rPr>
          <w:rFonts w:eastAsia="Times New Roman"/>
          <w:kern w:val="0"/>
          <w:lang w:eastAsia="en-US" w:bidi="ar-SA"/>
        </w:rPr>
      </w:pPr>
      <w:r>
        <w:rPr>
          <w:rFonts w:eastAsia="Times New Roman"/>
          <w:kern w:val="0"/>
          <w:lang w:eastAsia="en-US" w:bidi="ar-SA"/>
        </w:rPr>
        <w:t>Merli Tobreluts</w:t>
      </w:r>
    </w:p>
    <w:p w:rsidR="0084514F" w:rsidRPr="009F6701" w:rsidRDefault="00830625" w:rsidP="008D2304">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Ohutusjärelevalve</w:t>
      </w:r>
      <w:r w:rsidR="00920C66" w:rsidRPr="009F6701">
        <w:rPr>
          <w:rFonts w:eastAsia="Times New Roman"/>
          <w:kern w:val="0"/>
          <w:lang w:eastAsia="en-US" w:bidi="ar-SA"/>
        </w:rPr>
        <w:t xml:space="preserve"> büroo juhtiv</w:t>
      </w:r>
      <w:r w:rsidR="0084514F" w:rsidRPr="009F6701">
        <w:rPr>
          <w:rFonts w:eastAsia="Times New Roman"/>
          <w:kern w:val="0"/>
          <w:lang w:eastAsia="en-US" w:bidi="ar-SA"/>
        </w:rPr>
        <w:t>inspektor</w:t>
      </w:r>
    </w:p>
    <w:p w:rsidR="00305A19" w:rsidRDefault="0084514F" w:rsidP="008D2304">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Lõuna päästekeskus</w:t>
      </w:r>
    </w:p>
    <w:p w:rsidR="00F712F3" w:rsidRDefault="00F712F3" w:rsidP="00F712F3">
      <w:pPr>
        <w:pStyle w:val="Default"/>
        <w:rPr>
          <w:lang w:eastAsia="en-US"/>
        </w:rPr>
      </w:pPr>
    </w:p>
    <w:p w:rsidR="00682C88" w:rsidRDefault="00682C88" w:rsidP="0084514F">
      <w:pPr>
        <w:widowControl/>
        <w:tabs>
          <w:tab w:val="left" w:pos="4095"/>
        </w:tabs>
        <w:suppressAutoHyphens w:val="0"/>
        <w:spacing w:line="240" w:lineRule="auto"/>
      </w:pPr>
    </w:p>
    <w:p w:rsidR="000A2CFB" w:rsidRDefault="000A2CFB" w:rsidP="0084514F">
      <w:pPr>
        <w:widowControl/>
        <w:tabs>
          <w:tab w:val="left" w:pos="4095"/>
        </w:tabs>
        <w:suppressAutoHyphens w:val="0"/>
        <w:spacing w:line="240" w:lineRule="auto"/>
      </w:pPr>
    </w:p>
    <w:p w:rsidR="00E2694C" w:rsidRDefault="00E2694C" w:rsidP="0084514F">
      <w:pPr>
        <w:widowControl/>
        <w:tabs>
          <w:tab w:val="left" w:pos="4095"/>
        </w:tabs>
        <w:suppressAutoHyphens w:val="0"/>
        <w:spacing w:line="240" w:lineRule="auto"/>
      </w:pPr>
    </w:p>
    <w:p w:rsidR="00E2694C" w:rsidRDefault="00E2694C" w:rsidP="0084514F">
      <w:pPr>
        <w:widowControl/>
        <w:tabs>
          <w:tab w:val="left" w:pos="4095"/>
        </w:tabs>
        <w:suppressAutoHyphens w:val="0"/>
        <w:spacing w:line="240" w:lineRule="auto"/>
      </w:pPr>
    </w:p>
    <w:p w:rsidR="00E2694C" w:rsidRDefault="00E2694C" w:rsidP="0084514F">
      <w:pPr>
        <w:widowControl/>
        <w:tabs>
          <w:tab w:val="left" w:pos="4095"/>
        </w:tabs>
        <w:suppressAutoHyphens w:val="0"/>
        <w:spacing w:line="240" w:lineRule="auto"/>
      </w:pPr>
    </w:p>
    <w:p w:rsidR="000A2CFB" w:rsidRDefault="000A2CFB" w:rsidP="0084514F">
      <w:pPr>
        <w:widowControl/>
        <w:tabs>
          <w:tab w:val="left" w:pos="4095"/>
        </w:tabs>
        <w:suppressAutoHyphens w:val="0"/>
        <w:spacing w:line="240" w:lineRule="auto"/>
      </w:pPr>
    </w:p>
    <w:p w:rsidR="00D62FF7" w:rsidRDefault="00D62FF7" w:rsidP="0084514F">
      <w:pPr>
        <w:widowControl/>
        <w:tabs>
          <w:tab w:val="left" w:pos="4095"/>
        </w:tabs>
        <w:suppressAutoHyphens w:val="0"/>
        <w:spacing w:line="240" w:lineRule="auto"/>
        <w:rPr>
          <w:sz w:val="22"/>
        </w:rPr>
      </w:pPr>
      <w:r>
        <w:t>+372786 1894</w:t>
      </w:r>
    </w:p>
    <w:p w:rsidR="00DC0E50" w:rsidRPr="0084514F" w:rsidRDefault="009E71C1" w:rsidP="0084514F">
      <w:pPr>
        <w:widowControl/>
        <w:tabs>
          <w:tab w:val="left" w:pos="4095"/>
        </w:tabs>
        <w:suppressAutoHyphens w:val="0"/>
        <w:spacing w:line="240" w:lineRule="auto"/>
        <w:rPr>
          <w:rFonts w:eastAsia="Times New Roman"/>
          <w:kern w:val="0"/>
          <w:lang w:eastAsia="en-US" w:bidi="ar-SA"/>
        </w:rPr>
      </w:pPr>
      <w:hyperlink r:id="rId11" w:history="1">
        <w:r w:rsidR="001C0137" w:rsidRPr="0013258E">
          <w:rPr>
            <w:rStyle w:val="Hperlink"/>
            <w:rFonts w:eastAsia="Times New Roman"/>
            <w:kern w:val="0"/>
            <w:lang w:eastAsia="en-US" w:bidi="ar-SA"/>
          </w:rPr>
          <w:t>merli.tobreluts@rescue.ee</w:t>
        </w:r>
      </w:hyperlink>
      <w:r w:rsidR="00DC0E50">
        <w:rPr>
          <w:rFonts w:eastAsia="Times New Roman"/>
          <w:kern w:val="0"/>
          <w:lang w:eastAsia="en-US" w:bidi="ar-SA"/>
        </w:rPr>
        <w:t xml:space="preserve"> </w:t>
      </w:r>
    </w:p>
    <w:sectPr w:rsidR="00DC0E50" w:rsidRPr="0084514F" w:rsidSect="009D32C9">
      <w:headerReference w:type="default" r:id="rId12"/>
      <w:footerReference w:type="first" r:id="rId13"/>
      <w:pgSz w:w="11906" w:h="16838" w:code="9"/>
      <w:pgMar w:top="907" w:right="1021" w:bottom="907" w:left="1814" w:header="39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1C1" w:rsidRDefault="009E71C1" w:rsidP="00DF44DF">
      <w:r>
        <w:separator/>
      </w:r>
    </w:p>
  </w:endnote>
  <w:endnote w:type="continuationSeparator" w:id="0">
    <w:p w:rsidR="009E71C1" w:rsidRDefault="009E71C1"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F01" w:rsidRDefault="00FD2C60" w:rsidP="000A17B5">
    <w:pPr>
      <w:pStyle w:val="Jalus"/>
      <w:tabs>
        <w:tab w:val="clear" w:pos="4536"/>
        <w:tab w:val="clear" w:pos="9072"/>
      </w:tabs>
      <w:jc w:val="left"/>
      <w:rPr>
        <w:sz w:val="20"/>
        <w:szCs w:val="24"/>
      </w:rPr>
    </w:pPr>
    <w:r>
      <w:rPr>
        <w:sz w:val="20"/>
        <w:szCs w:val="24"/>
      </w:rPr>
      <w:t xml:space="preserve">Lõuna </w:t>
    </w:r>
    <w:r w:rsidR="00646774">
      <w:rPr>
        <w:sz w:val="20"/>
        <w:szCs w:val="24"/>
      </w:rPr>
      <w:t xml:space="preserve">päästekeskus / </w:t>
    </w:r>
    <w:r>
      <w:rPr>
        <w:sz w:val="20"/>
        <w:szCs w:val="24"/>
      </w:rPr>
      <w:t>Jaama 207</w:t>
    </w:r>
    <w:r w:rsidR="000A17B5" w:rsidRPr="000A17B5">
      <w:rPr>
        <w:sz w:val="20"/>
        <w:szCs w:val="24"/>
      </w:rPr>
      <w:t xml:space="preserve"> / </w:t>
    </w:r>
    <w:r>
      <w:rPr>
        <w:sz w:val="20"/>
        <w:szCs w:val="24"/>
      </w:rPr>
      <w:t>5070</w:t>
    </w:r>
    <w:r w:rsidR="00B80067">
      <w:rPr>
        <w:sz w:val="20"/>
        <w:szCs w:val="24"/>
      </w:rPr>
      <w:t>5</w:t>
    </w:r>
    <w:r w:rsidR="000A17B5" w:rsidRPr="000A17B5">
      <w:rPr>
        <w:sz w:val="20"/>
        <w:szCs w:val="24"/>
      </w:rPr>
      <w:t xml:space="preserve"> </w:t>
    </w:r>
    <w:r>
      <w:rPr>
        <w:sz w:val="20"/>
        <w:szCs w:val="24"/>
      </w:rPr>
      <w:t>Tartu</w:t>
    </w:r>
    <w:r w:rsidR="00646774">
      <w:rPr>
        <w:sz w:val="20"/>
        <w:szCs w:val="24"/>
      </w:rPr>
      <w:t xml:space="preserve"> </w:t>
    </w:r>
    <w:r w:rsidR="000A17B5" w:rsidRPr="000A17B5">
      <w:rPr>
        <w:sz w:val="20"/>
        <w:szCs w:val="24"/>
      </w:rPr>
      <w:t xml:space="preserve">/ </w:t>
    </w:r>
    <w:r w:rsidR="00646774">
      <w:rPr>
        <w:sz w:val="20"/>
        <w:szCs w:val="24"/>
      </w:rPr>
      <w:t>733</w:t>
    </w:r>
    <w:r w:rsidR="000A17B5" w:rsidRPr="000A17B5">
      <w:rPr>
        <w:sz w:val="20"/>
        <w:szCs w:val="24"/>
      </w:rPr>
      <w:t xml:space="preserve"> </w:t>
    </w:r>
    <w:r w:rsidR="00646774">
      <w:rPr>
        <w:sz w:val="20"/>
        <w:szCs w:val="24"/>
      </w:rPr>
      <w:t>73</w:t>
    </w:r>
    <w:r w:rsidR="00BA7AAE">
      <w:rPr>
        <w:sz w:val="20"/>
        <w:szCs w:val="24"/>
      </w:rPr>
      <w:t>00</w:t>
    </w:r>
    <w:r w:rsidR="000A17B5" w:rsidRPr="000A17B5">
      <w:rPr>
        <w:sz w:val="20"/>
        <w:szCs w:val="24"/>
      </w:rPr>
      <w:t xml:space="preserve"> / </w:t>
    </w:r>
    <w:r w:rsidR="00646774">
      <w:rPr>
        <w:sz w:val="20"/>
        <w:szCs w:val="24"/>
      </w:rPr>
      <w:t>louna</w:t>
    </w:r>
    <w:r w:rsidR="00BA7AAE">
      <w:rPr>
        <w:sz w:val="20"/>
        <w:szCs w:val="24"/>
      </w:rPr>
      <w:t>@rescue</w:t>
    </w:r>
    <w:r w:rsidR="000A17B5" w:rsidRPr="000A17B5">
      <w:rPr>
        <w:sz w:val="20"/>
        <w:szCs w:val="24"/>
      </w:rPr>
      <w:t xml:space="preserve">.ee / </w:t>
    </w:r>
    <w:r w:rsidR="001F2576">
      <w:rPr>
        <w:sz w:val="20"/>
        <w:szCs w:val="24"/>
      </w:rPr>
      <w:t>www.pää</w:t>
    </w:r>
    <w:r w:rsidR="00A83F5F" w:rsidRPr="00A83F5F">
      <w:rPr>
        <w:sz w:val="20"/>
        <w:szCs w:val="24"/>
      </w:rPr>
      <w:t>steamet.ee</w:t>
    </w:r>
    <w:r w:rsidR="00646774">
      <w:rPr>
        <w:sz w:val="20"/>
        <w:szCs w:val="24"/>
      </w:rPr>
      <w:t xml:space="preserve"> /</w:t>
    </w:r>
    <w:r w:rsidR="00A53F01">
      <w:rPr>
        <w:sz w:val="20"/>
        <w:szCs w:val="24"/>
      </w:rPr>
      <w:t xml:space="preserve"> </w:t>
    </w:r>
  </w:p>
  <w:p w:rsidR="00124999" w:rsidRDefault="00A53F01" w:rsidP="000A17B5">
    <w:pPr>
      <w:pStyle w:val="Jalus"/>
      <w:tabs>
        <w:tab w:val="clear" w:pos="4536"/>
        <w:tab w:val="clear" w:pos="9072"/>
      </w:tabs>
      <w:jc w:val="left"/>
      <w:rPr>
        <w:sz w:val="20"/>
        <w:szCs w:val="24"/>
      </w:rPr>
    </w:pPr>
    <w:r>
      <w:rPr>
        <w:sz w:val="20"/>
        <w:szCs w:val="24"/>
      </w:rPr>
      <w:t>R</w:t>
    </w:r>
    <w:r w:rsidRPr="000A17B5">
      <w:rPr>
        <w:sz w:val="20"/>
        <w:szCs w:val="24"/>
      </w:rPr>
      <w:t xml:space="preserve">egistrikood </w:t>
    </w:r>
    <w:r>
      <w:rPr>
        <w:sz w:val="20"/>
        <w:szCs w:val="24"/>
      </w:rPr>
      <w:t>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1C1" w:rsidRDefault="009E71C1" w:rsidP="00DF44DF">
      <w:r>
        <w:separator/>
      </w:r>
    </w:p>
  </w:footnote>
  <w:footnote w:type="continuationSeparator" w:id="0">
    <w:p w:rsidR="009E71C1" w:rsidRDefault="009E71C1"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FA" w:rsidRPr="00AD2EA7" w:rsidRDefault="00DE4DFA" w:rsidP="00DE4DFA">
    <w:pPr>
      <w:pStyle w:val="Jalus"/>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4B1BDC">
      <w:rPr>
        <w:noProof/>
        <w:sz w:val="20"/>
        <w:szCs w:val="24"/>
      </w:rPr>
      <w:t>2</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4B1BDC">
      <w:rPr>
        <w:noProof/>
        <w:sz w:val="20"/>
        <w:szCs w:val="24"/>
      </w:rPr>
      <w:t>3</w:t>
    </w:r>
    <w:r>
      <w:rPr>
        <w:sz w:val="20"/>
        <w:szCs w:val="24"/>
      </w:rPr>
      <w:fldChar w:fldCharType="end"/>
    </w:r>
    <w:r w:rsidRPr="00AD2EA7">
      <w:rPr>
        <w:sz w:val="20"/>
        <w:szCs w:val="24"/>
      </w:rPr>
      <w:t>)</w:t>
    </w:r>
  </w:p>
  <w:p w:rsidR="00DE4DFA" w:rsidRDefault="00DE4DF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040F2"/>
    <w:multiLevelType w:val="hybridMultilevel"/>
    <w:tmpl w:val="D7F0BDD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7CA805AD"/>
    <w:multiLevelType w:val="hybridMultilevel"/>
    <w:tmpl w:val="A0FC94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03110"/>
    <w:rsid w:val="0001385E"/>
    <w:rsid w:val="0002201D"/>
    <w:rsid w:val="0002514B"/>
    <w:rsid w:val="00025DF5"/>
    <w:rsid w:val="00034259"/>
    <w:rsid w:val="00036179"/>
    <w:rsid w:val="00040CF6"/>
    <w:rsid w:val="00050D7F"/>
    <w:rsid w:val="00060947"/>
    <w:rsid w:val="00064955"/>
    <w:rsid w:val="00064B86"/>
    <w:rsid w:val="00065F45"/>
    <w:rsid w:val="00066325"/>
    <w:rsid w:val="0007498A"/>
    <w:rsid w:val="00084DE8"/>
    <w:rsid w:val="0008746C"/>
    <w:rsid w:val="00087649"/>
    <w:rsid w:val="000913FC"/>
    <w:rsid w:val="000A17B5"/>
    <w:rsid w:val="000A26BF"/>
    <w:rsid w:val="000A2CFB"/>
    <w:rsid w:val="000B5B25"/>
    <w:rsid w:val="000B6069"/>
    <w:rsid w:val="000B62AE"/>
    <w:rsid w:val="000C48BF"/>
    <w:rsid w:val="000D28C9"/>
    <w:rsid w:val="000D3803"/>
    <w:rsid w:val="000F6430"/>
    <w:rsid w:val="000F708F"/>
    <w:rsid w:val="00100505"/>
    <w:rsid w:val="00107B63"/>
    <w:rsid w:val="00124999"/>
    <w:rsid w:val="001317D4"/>
    <w:rsid w:val="00143CFC"/>
    <w:rsid w:val="001523BD"/>
    <w:rsid w:val="0015499A"/>
    <w:rsid w:val="001621A4"/>
    <w:rsid w:val="0016435D"/>
    <w:rsid w:val="00166CB7"/>
    <w:rsid w:val="00172A3A"/>
    <w:rsid w:val="00175171"/>
    <w:rsid w:val="001834A9"/>
    <w:rsid w:val="0018627E"/>
    <w:rsid w:val="00193582"/>
    <w:rsid w:val="00194B13"/>
    <w:rsid w:val="001978F3"/>
    <w:rsid w:val="001A54DA"/>
    <w:rsid w:val="001A5B30"/>
    <w:rsid w:val="001A7D04"/>
    <w:rsid w:val="001B0616"/>
    <w:rsid w:val="001B0DCE"/>
    <w:rsid w:val="001C0137"/>
    <w:rsid w:val="001C5C06"/>
    <w:rsid w:val="001C6687"/>
    <w:rsid w:val="001D4CFB"/>
    <w:rsid w:val="001D75F4"/>
    <w:rsid w:val="001E38A9"/>
    <w:rsid w:val="001F08CC"/>
    <w:rsid w:val="001F2576"/>
    <w:rsid w:val="002008A2"/>
    <w:rsid w:val="002009AC"/>
    <w:rsid w:val="00201E3D"/>
    <w:rsid w:val="002029D2"/>
    <w:rsid w:val="00202E24"/>
    <w:rsid w:val="0020502E"/>
    <w:rsid w:val="00207ACF"/>
    <w:rsid w:val="002151B1"/>
    <w:rsid w:val="00215AAF"/>
    <w:rsid w:val="00220413"/>
    <w:rsid w:val="0023087A"/>
    <w:rsid w:val="002357DC"/>
    <w:rsid w:val="00252A1B"/>
    <w:rsid w:val="00254A1B"/>
    <w:rsid w:val="0025786E"/>
    <w:rsid w:val="00271C48"/>
    <w:rsid w:val="002835BB"/>
    <w:rsid w:val="00283AC7"/>
    <w:rsid w:val="0028672B"/>
    <w:rsid w:val="002868F8"/>
    <w:rsid w:val="00293449"/>
    <w:rsid w:val="002A2BE7"/>
    <w:rsid w:val="002A3F6C"/>
    <w:rsid w:val="002D24A6"/>
    <w:rsid w:val="002D3125"/>
    <w:rsid w:val="002D56E2"/>
    <w:rsid w:val="002D703C"/>
    <w:rsid w:val="002E3313"/>
    <w:rsid w:val="002E72B1"/>
    <w:rsid w:val="002F254F"/>
    <w:rsid w:val="002F3267"/>
    <w:rsid w:val="002F4292"/>
    <w:rsid w:val="00301276"/>
    <w:rsid w:val="00304151"/>
    <w:rsid w:val="00305A19"/>
    <w:rsid w:val="0030716B"/>
    <w:rsid w:val="003151FF"/>
    <w:rsid w:val="00315B4C"/>
    <w:rsid w:val="00321460"/>
    <w:rsid w:val="00324976"/>
    <w:rsid w:val="00324A47"/>
    <w:rsid w:val="003270D3"/>
    <w:rsid w:val="0032713C"/>
    <w:rsid w:val="0032781B"/>
    <w:rsid w:val="0034711D"/>
    <w:rsid w:val="0034719C"/>
    <w:rsid w:val="00354059"/>
    <w:rsid w:val="0036302F"/>
    <w:rsid w:val="00371B48"/>
    <w:rsid w:val="0037273B"/>
    <w:rsid w:val="00382185"/>
    <w:rsid w:val="00383EB0"/>
    <w:rsid w:val="0039460F"/>
    <w:rsid w:val="00394DCB"/>
    <w:rsid w:val="003A002B"/>
    <w:rsid w:val="003A4A1E"/>
    <w:rsid w:val="003A5EE7"/>
    <w:rsid w:val="003B1258"/>
    <w:rsid w:val="003B2A9C"/>
    <w:rsid w:val="003B5434"/>
    <w:rsid w:val="003B75EA"/>
    <w:rsid w:val="003C44C4"/>
    <w:rsid w:val="003C4757"/>
    <w:rsid w:val="003C6A8F"/>
    <w:rsid w:val="003C716A"/>
    <w:rsid w:val="003D2A8F"/>
    <w:rsid w:val="003D3D49"/>
    <w:rsid w:val="003D5072"/>
    <w:rsid w:val="003E384D"/>
    <w:rsid w:val="003F0E57"/>
    <w:rsid w:val="00412220"/>
    <w:rsid w:val="00422D29"/>
    <w:rsid w:val="00424508"/>
    <w:rsid w:val="00431BA6"/>
    <w:rsid w:val="00435A13"/>
    <w:rsid w:val="004361F1"/>
    <w:rsid w:val="0044078C"/>
    <w:rsid w:val="0044084D"/>
    <w:rsid w:val="00461960"/>
    <w:rsid w:val="004647AB"/>
    <w:rsid w:val="00466D61"/>
    <w:rsid w:val="00472303"/>
    <w:rsid w:val="00475EF8"/>
    <w:rsid w:val="004766C4"/>
    <w:rsid w:val="00482E94"/>
    <w:rsid w:val="00485CE0"/>
    <w:rsid w:val="00490DF8"/>
    <w:rsid w:val="004B1BDC"/>
    <w:rsid w:val="004B1F01"/>
    <w:rsid w:val="004B40F0"/>
    <w:rsid w:val="004B4DF1"/>
    <w:rsid w:val="004B63C0"/>
    <w:rsid w:val="004C1391"/>
    <w:rsid w:val="004C2B86"/>
    <w:rsid w:val="004C4E99"/>
    <w:rsid w:val="004C6078"/>
    <w:rsid w:val="004C6C71"/>
    <w:rsid w:val="004C7BB2"/>
    <w:rsid w:val="004E187E"/>
    <w:rsid w:val="004E4665"/>
    <w:rsid w:val="004F03FD"/>
    <w:rsid w:val="004F321B"/>
    <w:rsid w:val="004F41A2"/>
    <w:rsid w:val="005009AA"/>
    <w:rsid w:val="00506543"/>
    <w:rsid w:val="00507789"/>
    <w:rsid w:val="00507DCC"/>
    <w:rsid w:val="00515654"/>
    <w:rsid w:val="005158D4"/>
    <w:rsid w:val="00516068"/>
    <w:rsid w:val="00530C6F"/>
    <w:rsid w:val="005332BE"/>
    <w:rsid w:val="00540A3B"/>
    <w:rsid w:val="00544E14"/>
    <w:rsid w:val="00546204"/>
    <w:rsid w:val="005469BE"/>
    <w:rsid w:val="00551E24"/>
    <w:rsid w:val="00556080"/>
    <w:rsid w:val="00557534"/>
    <w:rsid w:val="00560A92"/>
    <w:rsid w:val="00564569"/>
    <w:rsid w:val="0058297B"/>
    <w:rsid w:val="0058499B"/>
    <w:rsid w:val="005864A0"/>
    <w:rsid w:val="00590317"/>
    <w:rsid w:val="00590C5F"/>
    <w:rsid w:val="005951FF"/>
    <w:rsid w:val="005A07B1"/>
    <w:rsid w:val="005B5CE1"/>
    <w:rsid w:val="005B77CF"/>
    <w:rsid w:val="005C7130"/>
    <w:rsid w:val="005D4887"/>
    <w:rsid w:val="005D62E9"/>
    <w:rsid w:val="005E0DDA"/>
    <w:rsid w:val="005E1CF9"/>
    <w:rsid w:val="005E3AED"/>
    <w:rsid w:val="005E45BB"/>
    <w:rsid w:val="005E612B"/>
    <w:rsid w:val="005E6F49"/>
    <w:rsid w:val="005E7AF8"/>
    <w:rsid w:val="005F5736"/>
    <w:rsid w:val="006021C6"/>
    <w:rsid w:val="00602834"/>
    <w:rsid w:val="00603128"/>
    <w:rsid w:val="00603B96"/>
    <w:rsid w:val="0060418C"/>
    <w:rsid w:val="00605E6C"/>
    <w:rsid w:val="00606E5C"/>
    <w:rsid w:val="00613960"/>
    <w:rsid w:val="00613CBD"/>
    <w:rsid w:val="00620815"/>
    <w:rsid w:val="0062303A"/>
    <w:rsid w:val="006360DD"/>
    <w:rsid w:val="006372C9"/>
    <w:rsid w:val="006451F8"/>
    <w:rsid w:val="00646774"/>
    <w:rsid w:val="00650F67"/>
    <w:rsid w:val="00655602"/>
    <w:rsid w:val="006617A2"/>
    <w:rsid w:val="006620D0"/>
    <w:rsid w:val="00672A68"/>
    <w:rsid w:val="006770DB"/>
    <w:rsid w:val="00680609"/>
    <w:rsid w:val="006821BE"/>
    <w:rsid w:val="00682C88"/>
    <w:rsid w:val="0069292D"/>
    <w:rsid w:val="006A01AC"/>
    <w:rsid w:val="006A54ED"/>
    <w:rsid w:val="006B118C"/>
    <w:rsid w:val="006B5645"/>
    <w:rsid w:val="006C63FF"/>
    <w:rsid w:val="006C7852"/>
    <w:rsid w:val="006D0BC5"/>
    <w:rsid w:val="006D3B41"/>
    <w:rsid w:val="006D579C"/>
    <w:rsid w:val="006E1184"/>
    <w:rsid w:val="006E16BD"/>
    <w:rsid w:val="006E4B81"/>
    <w:rsid w:val="006F3BB9"/>
    <w:rsid w:val="006F6C4A"/>
    <w:rsid w:val="006F72D7"/>
    <w:rsid w:val="006F75EF"/>
    <w:rsid w:val="007056E1"/>
    <w:rsid w:val="00711708"/>
    <w:rsid w:val="00713327"/>
    <w:rsid w:val="007275A7"/>
    <w:rsid w:val="00727B58"/>
    <w:rsid w:val="0073464E"/>
    <w:rsid w:val="0074024E"/>
    <w:rsid w:val="00746C86"/>
    <w:rsid w:val="00752ECB"/>
    <w:rsid w:val="007545D7"/>
    <w:rsid w:val="0075695A"/>
    <w:rsid w:val="00761363"/>
    <w:rsid w:val="00762762"/>
    <w:rsid w:val="00762F1A"/>
    <w:rsid w:val="00766A45"/>
    <w:rsid w:val="00766F57"/>
    <w:rsid w:val="00767857"/>
    <w:rsid w:val="00767B9E"/>
    <w:rsid w:val="00770421"/>
    <w:rsid w:val="00784154"/>
    <w:rsid w:val="0079540C"/>
    <w:rsid w:val="007A1DE8"/>
    <w:rsid w:val="007B534E"/>
    <w:rsid w:val="007C096F"/>
    <w:rsid w:val="007D54FC"/>
    <w:rsid w:val="007D6EF9"/>
    <w:rsid w:val="007E1506"/>
    <w:rsid w:val="007E5643"/>
    <w:rsid w:val="007F435E"/>
    <w:rsid w:val="007F4BD4"/>
    <w:rsid w:val="008020EE"/>
    <w:rsid w:val="0081204C"/>
    <w:rsid w:val="00812083"/>
    <w:rsid w:val="00830470"/>
    <w:rsid w:val="00830625"/>
    <w:rsid w:val="008339C6"/>
    <w:rsid w:val="00835858"/>
    <w:rsid w:val="00835B8C"/>
    <w:rsid w:val="00842A22"/>
    <w:rsid w:val="0084514F"/>
    <w:rsid w:val="0084525D"/>
    <w:rsid w:val="00852DDC"/>
    <w:rsid w:val="00856048"/>
    <w:rsid w:val="00872BD8"/>
    <w:rsid w:val="00872CC8"/>
    <w:rsid w:val="00875DC3"/>
    <w:rsid w:val="00880615"/>
    <w:rsid w:val="00883520"/>
    <w:rsid w:val="00883F8F"/>
    <w:rsid w:val="008919F2"/>
    <w:rsid w:val="00891A0B"/>
    <w:rsid w:val="008956BA"/>
    <w:rsid w:val="008A0DC5"/>
    <w:rsid w:val="008B041F"/>
    <w:rsid w:val="008D2304"/>
    <w:rsid w:val="008D4634"/>
    <w:rsid w:val="008E23DF"/>
    <w:rsid w:val="008F0B50"/>
    <w:rsid w:val="008F37E0"/>
    <w:rsid w:val="008F4C14"/>
    <w:rsid w:val="008F5854"/>
    <w:rsid w:val="00901E5C"/>
    <w:rsid w:val="00915C5C"/>
    <w:rsid w:val="0091786B"/>
    <w:rsid w:val="00920C66"/>
    <w:rsid w:val="00923A44"/>
    <w:rsid w:val="009339A7"/>
    <w:rsid w:val="009370A4"/>
    <w:rsid w:val="00937851"/>
    <w:rsid w:val="00940628"/>
    <w:rsid w:val="00944A23"/>
    <w:rsid w:val="00960C36"/>
    <w:rsid w:val="0096282B"/>
    <w:rsid w:val="00972BBF"/>
    <w:rsid w:val="00973594"/>
    <w:rsid w:val="0097391D"/>
    <w:rsid w:val="0097734A"/>
    <w:rsid w:val="00980E57"/>
    <w:rsid w:val="009919BB"/>
    <w:rsid w:val="009A0671"/>
    <w:rsid w:val="009A2476"/>
    <w:rsid w:val="009A28E4"/>
    <w:rsid w:val="009B3F27"/>
    <w:rsid w:val="009B3F2B"/>
    <w:rsid w:val="009B6905"/>
    <w:rsid w:val="009C0987"/>
    <w:rsid w:val="009C2B15"/>
    <w:rsid w:val="009D32C9"/>
    <w:rsid w:val="009D539D"/>
    <w:rsid w:val="009E0F00"/>
    <w:rsid w:val="009E2429"/>
    <w:rsid w:val="009E2824"/>
    <w:rsid w:val="009E65BD"/>
    <w:rsid w:val="009E71C1"/>
    <w:rsid w:val="009E7F4A"/>
    <w:rsid w:val="009F6701"/>
    <w:rsid w:val="00A00D99"/>
    <w:rsid w:val="00A00F6A"/>
    <w:rsid w:val="00A02BE1"/>
    <w:rsid w:val="00A07107"/>
    <w:rsid w:val="00A10E66"/>
    <w:rsid w:val="00A1244E"/>
    <w:rsid w:val="00A13FDE"/>
    <w:rsid w:val="00A14F5B"/>
    <w:rsid w:val="00A175F2"/>
    <w:rsid w:val="00A17D8F"/>
    <w:rsid w:val="00A27472"/>
    <w:rsid w:val="00A30F47"/>
    <w:rsid w:val="00A33329"/>
    <w:rsid w:val="00A356AA"/>
    <w:rsid w:val="00A4455F"/>
    <w:rsid w:val="00A476C4"/>
    <w:rsid w:val="00A51304"/>
    <w:rsid w:val="00A53F01"/>
    <w:rsid w:val="00A55D44"/>
    <w:rsid w:val="00A60999"/>
    <w:rsid w:val="00A63EDC"/>
    <w:rsid w:val="00A725C1"/>
    <w:rsid w:val="00A83F5F"/>
    <w:rsid w:val="00A869B6"/>
    <w:rsid w:val="00AA47D4"/>
    <w:rsid w:val="00AA4A72"/>
    <w:rsid w:val="00AB64AB"/>
    <w:rsid w:val="00AC0AF6"/>
    <w:rsid w:val="00AC1630"/>
    <w:rsid w:val="00AC4752"/>
    <w:rsid w:val="00AC6704"/>
    <w:rsid w:val="00AD2EA7"/>
    <w:rsid w:val="00AE02A8"/>
    <w:rsid w:val="00AE061D"/>
    <w:rsid w:val="00AE0F50"/>
    <w:rsid w:val="00AE1562"/>
    <w:rsid w:val="00AE19B6"/>
    <w:rsid w:val="00AF02D3"/>
    <w:rsid w:val="00AF47F6"/>
    <w:rsid w:val="00AF736A"/>
    <w:rsid w:val="00AF774F"/>
    <w:rsid w:val="00AF78F1"/>
    <w:rsid w:val="00B068B0"/>
    <w:rsid w:val="00B12A04"/>
    <w:rsid w:val="00B16BF3"/>
    <w:rsid w:val="00B16F54"/>
    <w:rsid w:val="00B1754C"/>
    <w:rsid w:val="00B17C16"/>
    <w:rsid w:val="00B22098"/>
    <w:rsid w:val="00B256B4"/>
    <w:rsid w:val="00B36D18"/>
    <w:rsid w:val="00B41570"/>
    <w:rsid w:val="00B46D6E"/>
    <w:rsid w:val="00B621EC"/>
    <w:rsid w:val="00B65136"/>
    <w:rsid w:val="00B708D0"/>
    <w:rsid w:val="00B72764"/>
    <w:rsid w:val="00B74298"/>
    <w:rsid w:val="00B743F6"/>
    <w:rsid w:val="00B80067"/>
    <w:rsid w:val="00B9419E"/>
    <w:rsid w:val="00BA05F3"/>
    <w:rsid w:val="00BA3460"/>
    <w:rsid w:val="00BA4C81"/>
    <w:rsid w:val="00BA697E"/>
    <w:rsid w:val="00BA7AAE"/>
    <w:rsid w:val="00BB1B66"/>
    <w:rsid w:val="00BB76F7"/>
    <w:rsid w:val="00BC1A62"/>
    <w:rsid w:val="00BC1DEC"/>
    <w:rsid w:val="00BC62F1"/>
    <w:rsid w:val="00BD078E"/>
    <w:rsid w:val="00BD1A67"/>
    <w:rsid w:val="00BD3CCF"/>
    <w:rsid w:val="00BD7A53"/>
    <w:rsid w:val="00BE0CC9"/>
    <w:rsid w:val="00BE7FBC"/>
    <w:rsid w:val="00BF0380"/>
    <w:rsid w:val="00BF18B0"/>
    <w:rsid w:val="00BF4A80"/>
    <w:rsid w:val="00BF4D7C"/>
    <w:rsid w:val="00C00A21"/>
    <w:rsid w:val="00C142EC"/>
    <w:rsid w:val="00C24F66"/>
    <w:rsid w:val="00C27B07"/>
    <w:rsid w:val="00C27B36"/>
    <w:rsid w:val="00C41FC5"/>
    <w:rsid w:val="00C45010"/>
    <w:rsid w:val="00C46F47"/>
    <w:rsid w:val="00C56853"/>
    <w:rsid w:val="00C56DFE"/>
    <w:rsid w:val="00C576BB"/>
    <w:rsid w:val="00C61163"/>
    <w:rsid w:val="00C61AC8"/>
    <w:rsid w:val="00C622E3"/>
    <w:rsid w:val="00C6686C"/>
    <w:rsid w:val="00C75529"/>
    <w:rsid w:val="00C756B1"/>
    <w:rsid w:val="00C83346"/>
    <w:rsid w:val="00C8527F"/>
    <w:rsid w:val="00C852A9"/>
    <w:rsid w:val="00C86829"/>
    <w:rsid w:val="00C924A1"/>
    <w:rsid w:val="00C9745F"/>
    <w:rsid w:val="00CA2D31"/>
    <w:rsid w:val="00CA583B"/>
    <w:rsid w:val="00CA5ACA"/>
    <w:rsid w:val="00CA5D91"/>
    <w:rsid w:val="00CA5F0B"/>
    <w:rsid w:val="00CC2967"/>
    <w:rsid w:val="00CC7972"/>
    <w:rsid w:val="00CD0AD8"/>
    <w:rsid w:val="00CD690A"/>
    <w:rsid w:val="00CD6C42"/>
    <w:rsid w:val="00CE2573"/>
    <w:rsid w:val="00CE4031"/>
    <w:rsid w:val="00CF2B77"/>
    <w:rsid w:val="00CF312C"/>
    <w:rsid w:val="00CF31A6"/>
    <w:rsid w:val="00CF4303"/>
    <w:rsid w:val="00CF4F7B"/>
    <w:rsid w:val="00D0717A"/>
    <w:rsid w:val="00D0725D"/>
    <w:rsid w:val="00D07539"/>
    <w:rsid w:val="00D07673"/>
    <w:rsid w:val="00D11149"/>
    <w:rsid w:val="00D16371"/>
    <w:rsid w:val="00D31F47"/>
    <w:rsid w:val="00D40650"/>
    <w:rsid w:val="00D43352"/>
    <w:rsid w:val="00D44663"/>
    <w:rsid w:val="00D51E8C"/>
    <w:rsid w:val="00D571E3"/>
    <w:rsid w:val="00D62FF7"/>
    <w:rsid w:val="00D655F4"/>
    <w:rsid w:val="00D678FD"/>
    <w:rsid w:val="00D70F67"/>
    <w:rsid w:val="00D722B5"/>
    <w:rsid w:val="00D81857"/>
    <w:rsid w:val="00D908A1"/>
    <w:rsid w:val="00D9527E"/>
    <w:rsid w:val="00DA4910"/>
    <w:rsid w:val="00DA50BB"/>
    <w:rsid w:val="00DA5E05"/>
    <w:rsid w:val="00DC0E50"/>
    <w:rsid w:val="00DC1150"/>
    <w:rsid w:val="00DC3F4E"/>
    <w:rsid w:val="00DD4847"/>
    <w:rsid w:val="00DE4DFA"/>
    <w:rsid w:val="00DE646F"/>
    <w:rsid w:val="00DF44DF"/>
    <w:rsid w:val="00E023F6"/>
    <w:rsid w:val="00E03DBB"/>
    <w:rsid w:val="00E04324"/>
    <w:rsid w:val="00E04D95"/>
    <w:rsid w:val="00E11442"/>
    <w:rsid w:val="00E11A63"/>
    <w:rsid w:val="00E15507"/>
    <w:rsid w:val="00E16B43"/>
    <w:rsid w:val="00E1702F"/>
    <w:rsid w:val="00E2694C"/>
    <w:rsid w:val="00E42A34"/>
    <w:rsid w:val="00E4732D"/>
    <w:rsid w:val="00E53DEB"/>
    <w:rsid w:val="00E54FD9"/>
    <w:rsid w:val="00E746DF"/>
    <w:rsid w:val="00E82F60"/>
    <w:rsid w:val="00E85688"/>
    <w:rsid w:val="00E87F31"/>
    <w:rsid w:val="00E91F0C"/>
    <w:rsid w:val="00E92881"/>
    <w:rsid w:val="00E9438D"/>
    <w:rsid w:val="00E956C8"/>
    <w:rsid w:val="00EA48AC"/>
    <w:rsid w:val="00EA73D4"/>
    <w:rsid w:val="00EB0641"/>
    <w:rsid w:val="00EB090A"/>
    <w:rsid w:val="00EB32B0"/>
    <w:rsid w:val="00EB7479"/>
    <w:rsid w:val="00EC3683"/>
    <w:rsid w:val="00ED20EB"/>
    <w:rsid w:val="00EE3AC6"/>
    <w:rsid w:val="00EF7979"/>
    <w:rsid w:val="00F0000E"/>
    <w:rsid w:val="00F02D19"/>
    <w:rsid w:val="00F06A94"/>
    <w:rsid w:val="00F06B8B"/>
    <w:rsid w:val="00F06D6B"/>
    <w:rsid w:val="00F22B56"/>
    <w:rsid w:val="00F25051"/>
    <w:rsid w:val="00F32C4D"/>
    <w:rsid w:val="00F349E3"/>
    <w:rsid w:val="00F45828"/>
    <w:rsid w:val="00F712F3"/>
    <w:rsid w:val="00F724E6"/>
    <w:rsid w:val="00F75BF3"/>
    <w:rsid w:val="00F75D3D"/>
    <w:rsid w:val="00F8068E"/>
    <w:rsid w:val="00F93BE7"/>
    <w:rsid w:val="00F95AC3"/>
    <w:rsid w:val="00F9645B"/>
    <w:rsid w:val="00F9773D"/>
    <w:rsid w:val="00FA5E43"/>
    <w:rsid w:val="00FC144B"/>
    <w:rsid w:val="00FC3643"/>
    <w:rsid w:val="00FD132E"/>
    <w:rsid w:val="00FD2C60"/>
    <w:rsid w:val="00FF31DA"/>
    <w:rsid w:val="00FF331D"/>
    <w:rsid w:val="00FF596E"/>
    <w:rsid w:val="00FF62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F9E2CE"/>
  <w14:defaultImageDpi w14:val="0"/>
  <w15:docId w15:val="{655E0490-9882-4A64-B5FE-F723F93B7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basedOn w:val="Liguvaikefont"/>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3E384D"/>
    <w:pPr>
      <w:keepNext/>
      <w:keepLines/>
      <w:suppressLineNumbers/>
      <w:jc w:val="right"/>
    </w:pPr>
    <w:rPr>
      <w:rFonts w:eastAsia="SimSun"/>
      <w:b/>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A175F2"/>
    <w:pPr>
      <w:tabs>
        <w:tab w:val="left" w:pos="5670"/>
      </w:tabs>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6A01AC"/>
    <w:rPr>
      <w:rFonts w:ascii="Tahoma" w:eastAsia="SimSun" w:hAnsi="Tahoma" w:cs="Mangal"/>
      <w:kern w:val="1"/>
      <w:sz w:val="14"/>
      <w:szCs w:val="14"/>
      <w:lang w:val="x-none" w:eastAsia="zh-CN" w:bidi="hi-IN"/>
    </w:rPr>
  </w:style>
  <w:style w:type="character" w:styleId="Kommentaariviide">
    <w:name w:val="annotation reference"/>
    <w:basedOn w:val="Liguvaikefont"/>
    <w:uiPriority w:val="99"/>
    <w:rsid w:val="00DE4DFA"/>
    <w:rPr>
      <w:rFonts w:cs="Times New Roman"/>
      <w:sz w:val="16"/>
      <w:szCs w:val="16"/>
    </w:rPr>
  </w:style>
  <w:style w:type="paragraph" w:styleId="Kommentaaritekst">
    <w:name w:val="annotation text"/>
    <w:basedOn w:val="Normaallaad"/>
    <w:link w:val="KommentaaritekstMrk"/>
    <w:uiPriority w:val="99"/>
    <w:rsid w:val="00DE4DFA"/>
    <w:pPr>
      <w:spacing w:line="240" w:lineRule="auto"/>
    </w:pPr>
    <w:rPr>
      <w:rFonts w:cs="Mangal"/>
      <w:sz w:val="20"/>
      <w:szCs w:val="18"/>
    </w:rPr>
  </w:style>
  <w:style w:type="character" w:customStyle="1" w:styleId="KommentaaritekstMrk">
    <w:name w:val="Kommentaari tekst Märk"/>
    <w:basedOn w:val="Liguvaikefont"/>
    <w:link w:val="Kommentaaritekst"/>
    <w:uiPriority w:val="99"/>
    <w:locked/>
    <w:rsid w:val="00DE4DFA"/>
    <w:rPr>
      <w:rFonts w:eastAsia="SimSun" w:cs="Mangal"/>
      <w:kern w:val="1"/>
      <w:sz w:val="18"/>
      <w:szCs w:val="18"/>
      <w:lang w:val="x-none" w:eastAsia="zh-CN" w:bidi="hi-IN"/>
    </w:rPr>
  </w:style>
  <w:style w:type="paragraph" w:styleId="Kommentaariteema">
    <w:name w:val="annotation subject"/>
    <w:basedOn w:val="Kommentaaritekst"/>
    <w:next w:val="Kommentaaritekst"/>
    <w:link w:val="KommentaariteemaMrk"/>
    <w:uiPriority w:val="99"/>
    <w:rsid w:val="00193582"/>
    <w:rPr>
      <w:b/>
      <w:bCs/>
    </w:rPr>
  </w:style>
  <w:style w:type="character" w:customStyle="1" w:styleId="KommentaariteemaMrk">
    <w:name w:val="Kommentaari teema Märk"/>
    <w:basedOn w:val="KommentaaritekstMrk"/>
    <w:link w:val="Kommentaariteema"/>
    <w:uiPriority w:val="99"/>
    <w:locked/>
    <w:rsid w:val="00193582"/>
    <w:rPr>
      <w:rFonts w:eastAsia="SimSun" w:cs="Mangal"/>
      <w:b/>
      <w:bCs/>
      <w:kern w:val="1"/>
      <w:sz w:val="18"/>
      <w:szCs w:val="18"/>
      <w:lang w:val="x-none" w:eastAsia="zh-CN" w:bidi="hi-IN"/>
    </w:rPr>
  </w:style>
  <w:style w:type="paragraph" w:styleId="Loendilik">
    <w:name w:val="List Paragraph"/>
    <w:basedOn w:val="Normaallaad"/>
    <w:uiPriority w:val="34"/>
    <w:qFormat/>
    <w:rsid w:val="0084514F"/>
    <w:pPr>
      <w:ind w:left="720"/>
      <w:contextualSpacing/>
    </w:pPr>
    <w:rPr>
      <w:rFonts w:cs="Mangal"/>
      <w:szCs w:val="21"/>
    </w:rPr>
  </w:style>
  <w:style w:type="character" w:styleId="Tugev">
    <w:name w:val="Strong"/>
    <w:basedOn w:val="Liguvaikefont"/>
    <w:uiPriority w:val="99"/>
    <w:qFormat/>
    <w:rsid w:val="00CC7972"/>
    <w:rPr>
      <w:rFonts w:cs="Times New Roman"/>
      <w:b/>
    </w:rPr>
  </w:style>
  <w:style w:type="paragraph" w:styleId="Vahedeta">
    <w:name w:val="No Spacing"/>
    <w:uiPriority w:val="1"/>
    <w:qFormat/>
    <w:rsid w:val="00B16BF3"/>
    <w:pPr>
      <w:jc w:val="both"/>
    </w:pPr>
    <w:rPr>
      <w:sz w:val="24"/>
      <w:szCs w:val="24"/>
      <w:lang w:eastAsia="en-US"/>
    </w:rPr>
  </w:style>
  <w:style w:type="paragraph" w:customStyle="1" w:styleId="Default">
    <w:name w:val="Default"/>
    <w:rsid w:val="008F4C14"/>
    <w:pPr>
      <w:autoSpaceDE w:val="0"/>
      <w:autoSpaceDN w:val="0"/>
      <w:adjustRightInd w:val="0"/>
    </w:pPr>
    <w:rPr>
      <w:color w:val="000000"/>
      <w:sz w:val="24"/>
      <w:szCs w:val="24"/>
    </w:rPr>
  </w:style>
  <w:style w:type="character" w:customStyle="1" w:styleId="tyhik">
    <w:name w:val="tyhik"/>
    <w:basedOn w:val="Liguvaikefont"/>
    <w:rsid w:val="008F4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292288">
      <w:marLeft w:val="0"/>
      <w:marRight w:val="0"/>
      <w:marTop w:val="0"/>
      <w:marBottom w:val="0"/>
      <w:divBdr>
        <w:top w:val="none" w:sz="0" w:space="0" w:color="auto"/>
        <w:left w:val="none" w:sz="0" w:space="0" w:color="auto"/>
        <w:bottom w:val="none" w:sz="0" w:space="0" w:color="auto"/>
        <w:right w:val="none" w:sz="0" w:space="0" w:color="auto"/>
      </w:divBdr>
    </w:div>
    <w:div w:id="1530292289">
      <w:marLeft w:val="0"/>
      <w:marRight w:val="0"/>
      <w:marTop w:val="0"/>
      <w:marBottom w:val="0"/>
      <w:divBdr>
        <w:top w:val="none" w:sz="0" w:space="0" w:color="auto"/>
        <w:left w:val="none" w:sz="0" w:space="0" w:color="auto"/>
        <w:bottom w:val="none" w:sz="0" w:space="0" w:color="auto"/>
        <w:right w:val="none" w:sz="0" w:space="0" w:color="auto"/>
      </w:divBdr>
    </w:div>
    <w:div w:id="1530292290">
      <w:marLeft w:val="0"/>
      <w:marRight w:val="0"/>
      <w:marTop w:val="0"/>
      <w:marBottom w:val="0"/>
      <w:divBdr>
        <w:top w:val="none" w:sz="0" w:space="0" w:color="auto"/>
        <w:left w:val="none" w:sz="0" w:space="0" w:color="auto"/>
        <w:bottom w:val="none" w:sz="0" w:space="0" w:color="auto"/>
        <w:right w:val="none" w:sz="0" w:space="0" w:color="auto"/>
      </w:divBdr>
    </w:div>
    <w:div w:id="1530292291">
      <w:marLeft w:val="0"/>
      <w:marRight w:val="0"/>
      <w:marTop w:val="0"/>
      <w:marBottom w:val="0"/>
      <w:divBdr>
        <w:top w:val="none" w:sz="0" w:space="0" w:color="auto"/>
        <w:left w:val="none" w:sz="0" w:space="0" w:color="auto"/>
        <w:bottom w:val="none" w:sz="0" w:space="0" w:color="auto"/>
        <w:right w:val="none" w:sz="0" w:space="0" w:color="auto"/>
      </w:divBdr>
    </w:div>
    <w:div w:id="1530292292">
      <w:marLeft w:val="0"/>
      <w:marRight w:val="0"/>
      <w:marTop w:val="0"/>
      <w:marBottom w:val="0"/>
      <w:divBdr>
        <w:top w:val="none" w:sz="0" w:space="0" w:color="auto"/>
        <w:left w:val="none" w:sz="0" w:space="0" w:color="auto"/>
        <w:bottom w:val="none" w:sz="0" w:space="0" w:color="auto"/>
        <w:right w:val="none" w:sz="0" w:space="0" w:color="auto"/>
      </w:divBdr>
    </w:div>
    <w:div w:id="1530292293">
      <w:marLeft w:val="0"/>
      <w:marRight w:val="0"/>
      <w:marTop w:val="0"/>
      <w:marBottom w:val="0"/>
      <w:divBdr>
        <w:top w:val="none" w:sz="0" w:space="0" w:color="auto"/>
        <w:left w:val="none" w:sz="0" w:space="0" w:color="auto"/>
        <w:bottom w:val="none" w:sz="0" w:space="0" w:color="auto"/>
        <w:right w:val="none" w:sz="0" w:space="0" w:color="auto"/>
      </w:divBdr>
    </w:div>
    <w:div w:id="15302922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li.tobreluts@rescue.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voru.ee" TargetMode="External"/><Relationship Id="rId4" Type="http://schemas.openxmlformats.org/officeDocument/2006/relationships/settings" Target="settings.xml"/><Relationship Id="rId9" Type="http://schemas.openxmlformats.org/officeDocument/2006/relationships/hyperlink" Target="mailto:louna@rescue.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BCCCB17-1F4A-4060-BFB7-E37CE9575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58</TotalTime>
  <Pages>1</Pages>
  <Words>1024</Words>
  <Characters>5945</Characters>
  <Application>Microsoft Office Word</Application>
  <DocSecurity>0</DocSecurity>
  <Lines>49</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Merli Tobreluts</cp:lastModifiedBy>
  <cp:revision>13</cp:revision>
  <cp:lastPrinted>2017-01-12T09:55:00Z</cp:lastPrinted>
  <dcterms:created xsi:type="dcterms:W3CDTF">2020-04-10T07:44:00Z</dcterms:created>
  <dcterms:modified xsi:type="dcterms:W3CDTF">2020-04-28T06:05:00Z</dcterms:modified>
</cp:coreProperties>
</file>